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62E7C" w14:textId="77777777" w:rsidR="002D7151" w:rsidRDefault="00C74455" w:rsidP="002D7151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08BB8A90" w14:textId="649B52F0" w:rsidR="008E1A21" w:rsidRDefault="002D7151" w:rsidP="008E1A21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 xml:space="preserve">Ergonomische wastafel </w:t>
      </w:r>
      <w:r w:rsidR="007356D3">
        <w:rPr>
          <w:u w:val="none"/>
        </w:rPr>
        <w:t>met centraal kraangat en overloop gemaakt van sanitair porselein</w:t>
      </w:r>
      <w:r w:rsidR="00F04A95">
        <w:rPr>
          <w:u w:val="none"/>
        </w:rPr>
        <w:t xml:space="preserve"> met een maximale wateropname van 0.5%.</w:t>
      </w:r>
      <w:r w:rsidR="00F04A95">
        <w:rPr>
          <w:u w:val="none"/>
        </w:rPr>
        <w:br/>
      </w:r>
      <w:r w:rsidR="00917E93">
        <w:rPr>
          <w:u w:val="none"/>
        </w:rPr>
        <w:t xml:space="preserve">De vormgeving van de wastafel is dermate aangepast voor het optimaal gebruik </w:t>
      </w:r>
      <w:r w:rsidR="00E3321E">
        <w:rPr>
          <w:u w:val="none"/>
        </w:rPr>
        <w:t>voo</w:t>
      </w:r>
      <w:r w:rsidR="003F3136">
        <w:rPr>
          <w:u w:val="none"/>
        </w:rPr>
        <w:t>r</w:t>
      </w:r>
      <w:r w:rsidR="00E3321E">
        <w:rPr>
          <w:u w:val="none"/>
        </w:rPr>
        <w:t xml:space="preserve"> </w:t>
      </w:r>
      <w:r w:rsidR="003F3136">
        <w:rPr>
          <w:u w:val="none"/>
        </w:rPr>
        <w:t>personen met bepe</w:t>
      </w:r>
      <w:r w:rsidR="004A416C">
        <w:rPr>
          <w:u w:val="none"/>
        </w:rPr>
        <w:t>r</w:t>
      </w:r>
      <w:r w:rsidR="003F3136">
        <w:rPr>
          <w:u w:val="none"/>
        </w:rPr>
        <w:t>kte mobiliteit.</w:t>
      </w:r>
      <w:r w:rsidR="009E730E">
        <w:rPr>
          <w:u w:val="none"/>
        </w:rPr>
        <w:t xml:space="preserve">  Waarbij de onderzijde van de wastafel volledig vlak </w:t>
      </w:r>
      <w:r w:rsidR="00226E7E">
        <w:rPr>
          <w:u w:val="none"/>
        </w:rPr>
        <w:t xml:space="preserve">is voor gebruik door personen in een rolstoel. </w:t>
      </w:r>
      <w:r w:rsidR="00226E7E">
        <w:rPr>
          <w:u w:val="none"/>
        </w:rPr>
        <w:br/>
        <w:t xml:space="preserve">Het design van de wastafel is </w:t>
      </w:r>
      <w:r w:rsidR="00F727F6">
        <w:rPr>
          <w:u w:val="none"/>
        </w:rPr>
        <w:t xml:space="preserve">afgerond vierkant </w:t>
      </w:r>
      <w:r w:rsidR="008E1A21">
        <w:rPr>
          <w:u w:val="none"/>
        </w:rPr>
        <w:t xml:space="preserve">en versmalt niet naar achter toe. </w:t>
      </w:r>
      <w:r w:rsidR="008E1A21">
        <w:rPr>
          <w:u w:val="none"/>
        </w:rPr>
        <w:br/>
        <w:t xml:space="preserve">de afvoeropening is achteraan gepositioneerd zodat men vooraan </w:t>
      </w:r>
      <w:r w:rsidR="00B1618B">
        <w:rPr>
          <w:u w:val="none"/>
        </w:rPr>
        <w:t>in de wastafel het water kan bufferen.</w:t>
      </w:r>
      <w:r w:rsidR="00EA0E16">
        <w:rPr>
          <w:u w:val="none"/>
        </w:rPr>
        <w:br/>
        <w:t>De fabrikant is in het bezit va</w:t>
      </w:r>
      <w:r w:rsidR="007D3B06">
        <w:rPr>
          <w:u w:val="none"/>
        </w:rPr>
        <w:t>n een certificaat ISO9001.</w:t>
      </w:r>
    </w:p>
    <w:p w14:paraId="22208193" w14:textId="60FA2888" w:rsidR="00B1618B" w:rsidRPr="00B1618B" w:rsidRDefault="00EA0E16" w:rsidP="00B1618B">
      <w:r>
        <w:rPr>
          <w:rStyle w:val="normaltextrun"/>
          <w:rFonts w:cs="Arial"/>
          <w:color w:val="000000"/>
          <w:shd w:val="clear" w:color="auto" w:fill="FFFFFF"/>
        </w:rPr>
        <w:t>Het logo van de fabrikant is op subtiele wijze en in een lichte kleur aangebracht op het porselein</w:t>
      </w:r>
      <w:r>
        <w:rPr>
          <w:rStyle w:val="eop"/>
          <w:rFonts w:cs="Arial"/>
          <w:color w:val="000000"/>
          <w:shd w:val="clear" w:color="auto" w:fill="FFFFFF"/>
        </w:rPr>
        <w:t> </w:t>
      </w:r>
    </w:p>
    <w:p w14:paraId="6B4D2F79" w14:textId="77777777" w:rsidR="009E730E" w:rsidRPr="009E730E" w:rsidRDefault="009E730E" w:rsidP="009E730E"/>
    <w:p w14:paraId="7264CF05" w14:textId="77777777" w:rsidR="00B42BB1" w:rsidRPr="00B42BB1" w:rsidRDefault="00B42BB1" w:rsidP="00B42BB1"/>
    <w:p w14:paraId="5976BB69" w14:textId="77777777" w:rsidR="001000A3" w:rsidRDefault="001000A3" w:rsidP="00C272EF"/>
    <w:p w14:paraId="3B0081C3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D7EEEC8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99B3970" w14:textId="2DE509DA" w:rsidR="002F1A08" w:rsidRDefault="002F1A08" w:rsidP="002F1A08">
      <w:r>
        <w:t>De materie is glasporselein met een max wateropname van 0.5%.</w:t>
      </w:r>
    </w:p>
    <w:p w14:paraId="46B7BAAD" w14:textId="417F48D5" w:rsidR="00C92640" w:rsidRDefault="00C92640" w:rsidP="002F1A08">
      <w:r>
        <w:t>Volgens norm EN14688</w:t>
      </w:r>
    </w:p>
    <w:p w14:paraId="42F73BCE" w14:textId="77777777" w:rsidR="002F1A08" w:rsidRPr="002F1A08" w:rsidRDefault="002F1A08" w:rsidP="002F1A08">
      <w:pPr>
        <w:ind w:left="567"/>
        <w:rPr>
          <w:u w:val="single"/>
        </w:rPr>
      </w:pPr>
    </w:p>
    <w:p w14:paraId="21BE1791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49AE554" w14:textId="3C8FC444" w:rsidR="00C206EA" w:rsidRDefault="005C366C" w:rsidP="008A5169">
      <w:pPr>
        <w:pStyle w:val="Bulleted2"/>
        <w:numPr>
          <w:ilvl w:val="0"/>
          <w:numId w:val="0"/>
        </w:numPr>
      </w:pPr>
      <w:r>
        <w:t>Mechanische belasting van 150kg gedurende 1 uur</w:t>
      </w:r>
    </w:p>
    <w:p w14:paraId="72693E77" w14:textId="3A600753" w:rsidR="00984D28" w:rsidRDefault="00984D28" w:rsidP="008A5169">
      <w:pPr>
        <w:pStyle w:val="Bulleted2"/>
        <w:numPr>
          <w:ilvl w:val="0"/>
          <w:numId w:val="0"/>
        </w:numPr>
      </w:pPr>
      <w:r>
        <w:t>Breedte:</w:t>
      </w:r>
      <w:r>
        <w:tab/>
        <w:t>55cm</w:t>
      </w:r>
    </w:p>
    <w:p w14:paraId="20DD6FA4" w14:textId="58BB0EE3" w:rsidR="00984D28" w:rsidRDefault="00984D28" w:rsidP="008A5169">
      <w:pPr>
        <w:pStyle w:val="Bulleted2"/>
        <w:numPr>
          <w:ilvl w:val="0"/>
          <w:numId w:val="0"/>
        </w:numPr>
      </w:pPr>
      <w:r>
        <w:t>Hoogte:</w:t>
      </w:r>
      <w:r>
        <w:tab/>
        <w:t>15cm</w:t>
      </w:r>
    </w:p>
    <w:p w14:paraId="54EA273A" w14:textId="77FE53ED" w:rsidR="00984D28" w:rsidRDefault="00984D28" w:rsidP="008A5169">
      <w:pPr>
        <w:pStyle w:val="Bulleted2"/>
        <w:numPr>
          <w:ilvl w:val="0"/>
          <w:numId w:val="0"/>
        </w:numPr>
      </w:pPr>
      <w:r>
        <w:t>Diepte:</w:t>
      </w:r>
      <w:r>
        <w:tab/>
      </w:r>
      <w:r w:rsidR="00533C1B">
        <w:t>55cm</w:t>
      </w:r>
    </w:p>
    <w:p w14:paraId="72E69B0A" w14:textId="4938F6AF" w:rsidR="007356D3" w:rsidRDefault="007356D3" w:rsidP="008A5169">
      <w:pPr>
        <w:pStyle w:val="Bulleted2"/>
        <w:numPr>
          <w:ilvl w:val="0"/>
          <w:numId w:val="0"/>
        </w:numPr>
      </w:pPr>
      <w:r>
        <w:t xml:space="preserve">Kleur: </w:t>
      </w:r>
      <w:r>
        <w:tab/>
      </w:r>
      <w:r>
        <w:tab/>
        <w:t>wit</w:t>
      </w:r>
    </w:p>
    <w:p w14:paraId="1E1B5BAF" w14:textId="6CB62A56" w:rsidR="00D75D3A" w:rsidRDefault="008A5169" w:rsidP="00D75D3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</w:t>
      </w:r>
      <w:r w:rsidR="00D75D3A">
        <w:rPr>
          <w:rFonts w:ascii="Arial" w:hAnsi="Arial"/>
          <w:b/>
        </w:rPr>
        <w:t>g</w:t>
      </w:r>
    </w:p>
    <w:p w14:paraId="23830E4B" w14:textId="012E34CC" w:rsidR="00FF1944" w:rsidRDefault="00FF1944" w:rsidP="00FF1944">
      <w:r>
        <w:t>Bevestiging dmv 2 moeren (niet inbegrepen)</w:t>
      </w:r>
    </w:p>
    <w:p w14:paraId="64AC375F" w14:textId="3DD5195F" w:rsidR="00FF1944" w:rsidRDefault="00FF1944" w:rsidP="00FF1944"/>
    <w:p w14:paraId="333B18FF" w14:textId="7D3AAD0C" w:rsidR="00FF1944" w:rsidRDefault="00FF1944" w:rsidP="00FF1944"/>
    <w:p w14:paraId="4F0DB153" w14:textId="5B58A2AE" w:rsidR="00FF1944" w:rsidRDefault="00FF1944" w:rsidP="00FF1944"/>
    <w:p w14:paraId="7265CBC5" w14:textId="4647273F" w:rsidR="00FF1944" w:rsidRDefault="00FF1944" w:rsidP="00FF1944"/>
    <w:p w14:paraId="32B97E45" w14:textId="112DE381" w:rsidR="00FF1944" w:rsidRDefault="00FF1944" w:rsidP="00FF1944"/>
    <w:p w14:paraId="287D7573" w14:textId="700F8F59" w:rsidR="00FF1944" w:rsidRDefault="00FF1944" w:rsidP="00FF1944"/>
    <w:p w14:paraId="1FFB299E" w14:textId="0178559D" w:rsidR="00FF1944" w:rsidRDefault="00FF1944" w:rsidP="00FF1944"/>
    <w:p w14:paraId="007918E5" w14:textId="40BCA6CA" w:rsidR="00FF1944" w:rsidRDefault="00FF1944" w:rsidP="00FF1944"/>
    <w:p w14:paraId="20576F0F" w14:textId="554C4B3E" w:rsidR="00FF1944" w:rsidRDefault="00FF1944" w:rsidP="00FF1944"/>
    <w:p w14:paraId="6AEF7D96" w14:textId="00B1CB32" w:rsidR="00FF1944" w:rsidRDefault="00FF1944" w:rsidP="00FF1944"/>
    <w:p w14:paraId="04EEB4A6" w14:textId="23EF53D5" w:rsidR="00D75D3A" w:rsidRPr="009E6078" w:rsidRDefault="009E6078" w:rsidP="00D75D3A">
      <w:pPr>
        <w:pStyle w:val="Kop1"/>
        <w:rPr>
          <w:rFonts w:ascii="Arial" w:hAnsi="Arial" w:cs="Arial"/>
          <w:b/>
          <w:bCs/>
        </w:rPr>
      </w:pPr>
      <w:r w:rsidRPr="009E6078">
        <w:rPr>
          <w:rFonts w:ascii="Arial" w:hAnsi="Arial" w:cs="Arial"/>
          <w:b/>
          <w:bCs/>
        </w:rPr>
        <w:lastRenderedPageBreak/>
        <w:t>Afbeelding</w:t>
      </w:r>
    </w:p>
    <w:p w14:paraId="1862CE6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21946D9B" w14:textId="77777777" w:rsidR="008A5169" w:rsidRPr="00FF20C8" w:rsidRDefault="008A5169" w:rsidP="008A5169">
      <w:pPr>
        <w:pStyle w:val="Bulleted2"/>
        <w:numPr>
          <w:ilvl w:val="0"/>
          <w:numId w:val="0"/>
        </w:numPr>
      </w:pPr>
    </w:p>
    <w:p w14:paraId="563D8B47" w14:textId="67460D72" w:rsidR="008A5169" w:rsidRPr="00FF20C8" w:rsidRDefault="001E7AD0" w:rsidP="0069129C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57EC10F" wp14:editId="040FE223">
            <wp:extent cx="5977255" cy="253492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253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RPr="00FF20C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7A8F5" w14:textId="77777777" w:rsidR="00C62381" w:rsidRDefault="00C62381">
      <w:r>
        <w:separator/>
      </w:r>
    </w:p>
  </w:endnote>
  <w:endnote w:type="continuationSeparator" w:id="0">
    <w:p w14:paraId="7E3807CE" w14:textId="77777777" w:rsidR="00C62381" w:rsidRDefault="00C62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9A9DBFC" w14:textId="77777777">
      <w:tc>
        <w:tcPr>
          <w:tcW w:w="3392" w:type="dxa"/>
        </w:tcPr>
        <w:p w14:paraId="00E3077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0A28B4B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16C68A07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46945E6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E5F31" w14:textId="77777777" w:rsidR="00C62381" w:rsidRDefault="00C62381">
      <w:r>
        <w:separator/>
      </w:r>
    </w:p>
  </w:footnote>
  <w:footnote w:type="continuationSeparator" w:id="0">
    <w:p w14:paraId="087C6DFB" w14:textId="77777777" w:rsidR="00C62381" w:rsidRDefault="00C62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D9721" w14:textId="4AD71A6E" w:rsidR="00F8430B" w:rsidRPr="0050727D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50727D">
      <w:rPr>
        <w:rFonts w:ascii="Arial" w:hAnsi="Arial" w:cs="Arial"/>
        <w:b/>
        <w:szCs w:val="24"/>
        <w:lang w:val="nl-BE"/>
      </w:rPr>
      <w:t xml:space="preserve">Geberit </w:t>
    </w:r>
    <w:r w:rsidR="0050727D">
      <w:rPr>
        <w:rFonts w:ascii="Arial" w:hAnsi="Arial" w:cs="Arial"/>
        <w:b/>
        <w:szCs w:val="24"/>
        <w:lang w:val="nl-BE"/>
      </w:rPr>
      <w:t>Seln</w:t>
    </w:r>
    <w:r w:rsidR="00D75D3A">
      <w:rPr>
        <w:rFonts w:ascii="Arial" w:hAnsi="Arial" w:cs="Arial"/>
        <w:b/>
        <w:szCs w:val="24"/>
        <w:lang w:val="nl-BE"/>
      </w:rPr>
      <w:t>o</w:t>
    </w:r>
    <w:r w:rsidR="0050727D">
      <w:rPr>
        <w:rFonts w:ascii="Arial" w:hAnsi="Arial" w:cs="Arial"/>
        <w:b/>
        <w:szCs w:val="24"/>
        <w:lang w:val="nl-BE"/>
      </w:rPr>
      <w:t>v</w:t>
    </w:r>
    <w:r w:rsidR="00D75D3A">
      <w:rPr>
        <w:rFonts w:ascii="Arial" w:hAnsi="Arial" w:cs="Arial"/>
        <w:b/>
        <w:szCs w:val="24"/>
        <w:lang w:val="nl-BE"/>
      </w:rPr>
      <w:t>a</w:t>
    </w:r>
    <w:r w:rsidRPr="0050727D">
      <w:rPr>
        <w:rFonts w:ascii="Arial" w:hAnsi="Arial" w:cs="Arial"/>
        <w:b/>
        <w:szCs w:val="24"/>
        <w:lang w:val="nl-BE"/>
      </w:rPr>
      <w:t xml:space="preserve"> </w:t>
    </w:r>
    <w:r w:rsidR="00124D2F">
      <w:rPr>
        <w:rFonts w:ascii="Arial" w:hAnsi="Arial" w:cs="Arial"/>
        <w:b/>
        <w:szCs w:val="24"/>
        <w:lang w:val="nl-BE"/>
      </w:rPr>
      <w:t>C</w:t>
    </w:r>
    <w:r w:rsidR="00F8430B" w:rsidRPr="0050727D">
      <w:rPr>
        <w:rFonts w:ascii="Arial" w:hAnsi="Arial" w:cs="Arial"/>
        <w:b/>
        <w:szCs w:val="24"/>
        <w:lang w:val="nl-BE"/>
      </w:rPr>
      <w:t>omfort wastafel</w:t>
    </w:r>
    <w:r w:rsidR="00F8430B" w:rsidRPr="0050727D">
      <w:rPr>
        <w:rFonts w:ascii="Arial" w:hAnsi="Arial" w:cs="Arial"/>
        <w:b/>
        <w:szCs w:val="24"/>
        <w:lang w:val="nl-BE"/>
      </w:rPr>
      <w:tab/>
      <w:t xml:space="preserve"> </w:t>
    </w:r>
    <w:r w:rsidR="00F8430B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7BB1BA26" wp14:editId="6C3F4E45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3BB1B1" w14:textId="3CC17479" w:rsidR="00025544" w:rsidRPr="00F8430B" w:rsidRDefault="0050727D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kraangat en overloop</w:t>
    </w:r>
    <w:r w:rsidR="00C272EF" w:rsidRPr="00F8430B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9A4368D"/>
    <w:multiLevelType w:val="hybridMultilevel"/>
    <w:tmpl w:val="F22637DA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2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087192566">
    <w:abstractNumId w:val="19"/>
  </w:num>
  <w:num w:numId="2" w16cid:durableId="1325359063">
    <w:abstractNumId w:val="25"/>
  </w:num>
  <w:num w:numId="3" w16cid:durableId="1233854201">
    <w:abstractNumId w:val="4"/>
  </w:num>
  <w:num w:numId="4" w16cid:durableId="116607657">
    <w:abstractNumId w:val="3"/>
  </w:num>
  <w:num w:numId="5" w16cid:durableId="2099866735">
    <w:abstractNumId w:val="15"/>
  </w:num>
  <w:num w:numId="6" w16cid:durableId="939491199">
    <w:abstractNumId w:val="17"/>
  </w:num>
  <w:num w:numId="7" w16cid:durableId="2000423397">
    <w:abstractNumId w:val="6"/>
  </w:num>
  <w:num w:numId="8" w16cid:durableId="456489398">
    <w:abstractNumId w:val="22"/>
  </w:num>
  <w:num w:numId="9" w16cid:durableId="1270313414">
    <w:abstractNumId w:val="28"/>
  </w:num>
  <w:num w:numId="10" w16cid:durableId="211432614">
    <w:abstractNumId w:val="2"/>
  </w:num>
  <w:num w:numId="11" w16cid:durableId="858544695">
    <w:abstractNumId w:val="14"/>
  </w:num>
  <w:num w:numId="12" w16cid:durableId="1154420120">
    <w:abstractNumId w:val="13"/>
  </w:num>
  <w:num w:numId="13" w16cid:durableId="1114667421">
    <w:abstractNumId w:val="27"/>
  </w:num>
  <w:num w:numId="14" w16cid:durableId="1145002686">
    <w:abstractNumId w:val="8"/>
  </w:num>
  <w:num w:numId="15" w16cid:durableId="727219619">
    <w:abstractNumId w:val="0"/>
  </w:num>
  <w:num w:numId="16" w16cid:durableId="21521757">
    <w:abstractNumId w:val="12"/>
  </w:num>
  <w:num w:numId="17" w16cid:durableId="521406237">
    <w:abstractNumId w:val="5"/>
  </w:num>
  <w:num w:numId="18" w16cid:durableId="465048536">
    <w:abstractNumId w:val="23"/>
  </w:num>
  <w:num w:numId="19" w16cid:durableId="130489544">
    <w:abstractNumId w:val="24"/>
  </w:num>
  <w:num w:numId="20" w16cid:durableId="1003045475">
    <w:abstractNumId w:val="21"/>
  </w:num>
  <w:num w:numId="21" w16cid:durableId="162819557">
    <w:abstractNumId w:val="20"/>
  </w:num>
  <w:num w:numId="22" w16cid:durableId="1200554734">
    <w:abstractNumId w:val="16"/>
  </w:num>
  <w:num w:numId="23" w16cid:durableId="1700203291">
    <w:abstractNumId w:val="26"/>
  </w:num>
  <w:num w:numId="24" w16cid:durableId="1526207695">
    <w:abstractNumId w:val="9"/>
  </w:num>
  <w:num w:numId="25" w16cid:durableId="1496726315">
    <w:abstractNumId w:val="11"/>
  </w:num>
  <w:num w:numId="26" w16cid:durableId="1884906576">
    <w:abstractNumId w:val="1"/>
  </w:num>
  <w:num w:numId="27" w16cid:durableId="2011520695">
    <w:abstractNumId w:val="18"/>
  </w:num>
  <w:num w:numId="28" w16cid:durableId="849101931">
    <w:abstractNumId w:val="7"/>
  </w:num>
  <w:num w:numId="29" w16cid:durableId="1272398632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7F2A"/>
    <w:rsid w:val="0011603A"/>
    <w:rsid w:val="001165B1"/>
    <w:rsid w:val="001171EF"/>
    <w:rsid w:val="00124D2F"/>
    <w:rsid w:val="00126342"/>
    <w:rsid w:val="0013316F"/>
    <w:rsid w:val="00140C45"/>
    <w:rsid w:val="001477B0"/>
    <w:rsid w:val="00153C00"/>
    <w:rsid w:val="001713AD"/>
    <w:rsid w:val="0018200F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E7AD0"/>
    <w:rsid w:val="001F0B2D"/>
    <w:rsid w:val="001F3DE7"/>
    <w:rsid w:val="001F71C1"/>
    <w:rsid w:val="001F7C8E"/>
    <w:rsid w:val="00206862"/>
    <w:rsid w:val="00216DB4"/>
    <w:rsid w:val="00224FBC"/>
    <w:rsid w:val="00226E7E"/>
    <w:rsid w:val="002366E2"/>
    <w:rsid w:val="002427CC"/>
    <w:rsid w:val="002535FF"/>
    <w:rsid w:val="00254C3B"/>
    <w:rsid w:val="00255C9F"/>
    <w:rsid w:val="002571A0"/>
    <w:rsid w:val="00257F2F"/>
    <w:rsid w:val="0026131B"/>
    <w:rsid w:val="00263332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D7151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136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A416C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727D"/>
    <w:rsid w:val="00523215"/>
    <w:rsid w:val="00532AC1"/>
    <w:rsid w:val="00533C1B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C366C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133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6D3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D3B06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1A21"/>
    <w:rsid w:val="008F0D14"/>
    <w:rsid w:val="008F348A"/>
    <w:rsid w:val="0090283D"/>
    <w:rsid w:val="0090294B"/>
    <w:rsid w:val="0091479D"/>
    <w:rsid w:val="00917E93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D2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078"/>
    <w:rsid w:val="009E6743"/>
    <w:rsid w:val="009E730E"/>
    <w:rsid w:val="009F0F4E"/>
    <w:rsid w:val="009F3A2E"/>
    <w:rsid w:val="009F74ED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5B30"/>
    <w:rsid w:val="00B1618B"/>
    <w:rsid w:val="00B20772"/>
    <w:rsid w:val="00B21C47"/>
    <w:rsid w:val="00B2308F"/>
    <w:rsid w:val="00B232FE"/>
    <w:rsid w:val="00B25960"/>
    <w:rsid w:val="00B300DE"/>
    <w:rsid w:val="00B32492"/>
    <w:rsid w:val="00B42BB1"/>
    <w:rsid w:val="00B43FB0"/>
    <w:rsid w:val="00B51AE3"/>
    <w:rsid w:val="00B63607"/>
    <w:rsid w:val="00B63945"/>
    <w:rsid w:val="00B63F72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2381"/>
    <w:rsid w:val="00C64103"/>
    <w:rsid w:val="00C64DB4"/>
    <w:rsid w:val="00C73D1A"/>
    <w:rsid w:val="00C74455"/>
    <w:rsid w:val="00C83232"/>
    <w:rsid w:val="00C870E2"/>
    <w:rsid w:val="00C91270"/>
    <w:rsid w:val="00C9264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5D3A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3321E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0E16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4A95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727F6"/>
    <w:rsid w:val="00F813A1"/>
    <w:rsid w:val="00F821DD"/>
    <w:rsid w:val="00F8287F"/>
    <w:rsid w:val="00F8430B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1944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FB153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D75D3A"/>
    <w:pPr>
      <w:ind w:left="720"/>
      <w:contextualSpacing/>
    </w:pPr>
  </w:style>
  <w:style w:type="character" w:customStyle="1" w:styleId="normaltextrun">
    <w:name w:val="normaltextrun"/>
    <w:basedOn w:val="Standaardalinea-lettertype"/>
    <w:rsid w:val="00EA0E16"/>
  </w:style>
  <w:style w:type="character" w:customStyle="1" w:styleId="eop">
    <w:name w:val="eop"/>
    <w:basedOn w:val="Standaardalinea-lettertype"/>
    <w:rsid w:val="00EA0E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DE48431-9026-408F-96F1-F82335FD7FBA}"/>
</file>

<file path=customXml/itemProps2.xml><?xml version="1.0" encoding="utf-8"?>
<ds:datastoreItem xmlns:ds="http://schemas.openxmlformats.org/officeDocument/2006/customXml" ds:itemID="{D8AB4A69-59A3-4AE1-BAED-901BDDD92A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F935B6-2E2A-489C-95DD-62A073E62E5A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242</TotalTime>
  <Pages>2</Pages>
  <Words>157</Words>
  <Characters>868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2020-03-24T14:11:00Z</dcterms:created>
  <dcterms:modified xsi:type="dcterms:W3CDTF">2023-12-05T13:24:00Z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